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EF21FF" w14:textId="0F785C9C" w:rsidR="008E669D" w:rsidRDefault="008E669D" w:rsidP="00063D32">
      <w:pPr>
        <w:jc w:val="center"/>
        <w:rPr>
          <w:sz w:val="32"/>
          <w:szCs w:val="32"/>
        </w:rPr>
      </w:pPr>
      <w:r>
        <w:rPr>
          <w:sz w:val="32"/>
          <w:szCs w:val="32"/>
        </w:rPr>
        <w:t>Scheda Progetto PATTI D</w:t>
      </w:r>
      <w:r w:rsidR="001613CB">
        <w:rPr>
          <w:sz w:val="32"/>
          <w:szCs w:val="32"/>
        </w:rPr>
        <w:t>I</w:t>
      </w:r>
      <w:r>
        <w:rPr>
          <w:sz w:val="32"/>
          <w:szCs w:val="32"/>
        </w:rPr>
        <w:t xml:space="preserve"> COMUNITA’</w:t>
      </w:r>
    </w:p>
    <w:p w14:paraId="1785907C" w14:textId="7C2A85D9" w:rsidR="004F7416" w:rsidRPr="0002636F" w:rsidRDefault="004D1CFB" w:rsidP="00063D32">
      <w:pPr>
        <w:jc w:val="center"/>
        <w:rPr>
          <w:sz w:val="32"/>
          <w:szCs w:val="32"/>
        </w:rPr>
      </w:pPr>
      <w:r>
        <w:rPr>
          <w:sz w:val="32"/>
          <w:szCs w:val="32"/>
        </w:rPr>
        <w:t>ATTIVITA’ MOTORIE E SPORTIVE</w:t>
      </w:r>
    </w:p>
    <w:p w14:paraId="3BFB19C8" w14:textId="77777777" w:rsidR="00841D9A" w:rsidRDefault="00841D9A" w:rsidP="00E90F2D">
      <w:pPr>
        <w:jc w:val="center"/>
        <w:rPr>
          <w:szCs w:val="24"/>
        </w:rPr>
      </w:pPr>
      <w:r>
        <w:rPr>
          <w:szCs w:val="24"/>
        </w:rPr>
        <w:t>da inviare compilata e firmata</w:t>
      </w:r>
      <w:r w:rsidR="00E90F2D">
        <w:rPr>
          <w:szCs w:val="24"/>
        </w:rPr>
        <w:t xml:space="preserve"> entro il</w:t>
      </w:r>
      <w:r w:rsidR="00BB1D6A">
        <w:rPr>
          <w:szCs w:val="24"/>
        </w:rPr>
        <w:t xml:space="preserve"> 09 giugno 2021</w:t>
      </w:r>
      <w:r w:rsidR="00E90F2D">
        <w:rPr>
          <w:szCs w:val="24"/>
        </w:rPr>
        <w:t xml:space="preserve"> a </w:t>
      </w:r>
    </w:p>
    <w:p w14:paraId="4CD7DE72" w14:textId="2B18DA9C" w:rsidR="00E90F2D" w:rsidRDefault="00E63B10" w:rsidP="00E90F2D">
      <w:pPr>
        <w:jc w:val="center"/>
        <w:rPr>
          <w:szCs w:val="24"/>
        </w:rPr>
      </w:pPr>
      <w:hyperlink r:id="rId9" w:history="1">
        <w:r w:rsidR="000779E0" w:rsidRPr="008275BC">
          <w:rPr>
            <w:rStyle w:val="Collegamentoipertestuale"/>
            <w:szCs w:val="24"/>
          </w:rPr>
          <w:t>direzione-marche@istruzione.it</w:t>
        </w:r>
      </w:hyperlink>
      <w:r w:rsidR="00E90F2D">
        <w:rPr>
          <w:szCs w:val="24"/>
        </w:rPr>
        <w:t xml:space="preserve"> </w:t>
      </w:r>
      <w:r w:rsidR="00841D9A">
        <w:rPr>
          <w:szCs w:val="24"/>
        </w:rPr>
        <w:t xml:space="preserve">o a </w:t>
      </w:r>
      <w:hyperlink r:id="rId10" w:history="1">
        <w:r w:rsidR="00841D9A" w:rsidRPr="005E524E">
          <w:rPr>
            <w:rStyle w:val="Collegamentoipertestuale"/>
            <w:szCs w:val="24"/>
          </w:rPr>
          <w:t>drma@postacert.istruzione.it</w:t>
        </w:r>
      </w:hyperlink>
      <w:r w:rsidR="00841D9A">
        <w:rPr>
          <w:szCs w:val="24"/>
        </w:rPr>
        <w:t xml:space="preserve"> </w:t>
      </w:r>
    </w:p>
    <w:p w14:paraId="2BF9447F" w14:textId="73875B0D" w:rsidR="001C5947" w:rsidRDefault="001C5947" w:rsidP="00E90F2D">
      <w:pPr>
        <w:jc w:val="center"/>
        <w:rPr>
          <w:szCs w:val="24"/>
        </w:rPr>
      </w:pPr>
    </w:p>
    <w:p w14:paraId="29DF19B6" w14:textId="77777777" w:rsidR="001618B9" w:rsidRPr="00F24793" w:rsidRDefault="001618B9" w:rsidP="00E90F2D">
      <w:pPr>
        <w:jc w:val="center"/>
        <w:rPr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6976"/>
      </w:tblGrid>
      <w:tr w:rsidR="004246F8" w:rsidRPr="00013FFD" w14:paraId="166986BC" w14:textId="77777777" w:rsidTr="001E1585">
        <w:tc>
          <w:tcPr>
            <w:tcW w:w="2235" w:type="dxa"/>
          </w:tcPr>
          <w:p w14:paraId="3F6EDDFE" w14:textId="426D19A3" w:rsidR="004246F8" w:rsidRPr="00013FFD" w:rsidRDefault="00013FFD" w:rsidP="00C864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013FFD">
              <w:rPr>
                <w:rFonts w:asciiTheme="minorHAnsi" w:hAnsiTheme="minorHAnsi" w:cstheme="minorHAnsi"/>
                <w:sz w:val="22"/>
                <w:szCs w:val="22"/>
              </w:rPr>
              <w:t>itolo del progetto</w:t>
            </w:r>
          </w:p>
        </w:tc>
        <w:tc>
          <w:tcPr>
            <w:tcW w:w="6976" w:type="dxa"/>
          </w:tcPr>
          <w:p w14:paraId="1B47392F" w14:textId="01019362" w:rsidR="00850D4D" w:rsidRPr="00013FFD" w:rsidRDefault="00850D4D" w:rsidP="00850D4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246F8" w:rsidRPr="00013FFD" w14:paraId="4E09D943" w14:textId="77777777" w:rsidTr="001E1585">
        <w:tc>
          <w:tcPr>
            <w:tcW w:w="2235" w:type="dxa"/>
          </w:tcPr>
          <w:p w14:paraId="696298C9" w14:textId="751166E5" w:rsidR="004246F8" w:rsidRPr="00013FFD" w:rsidRDefault="001E1585" w:rsidP="00C864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Denominazione Ente</w:t>
            </w:r>
            <w:r w:rsidR="004035F4">
              <w:rPr>
                <w:rFonts w:asciiTheme="minorHAnsi" w:hAnsiTheme="minorHAnsi" w:cstheme="minorHAnsi"/>
                <w:sz w:val="22"/>
                <w:szCs w:val="22"/>
              </w:rPr>
              <w:t xml:space="preserve"> ed indirizzo</w:t>
            </w:r>
          </w:p>
        </w:tc>
        <w:tc>
          <w:tcPr>
            <w:tcW w:w="6976" w:type="dxa"/>
          </w:tcPr>
          <w:p w14:paraId="068C4398" w14:textId="77777777" w:rsidR="004246F8" w:rsidRPr="00013FFD" w:rsidRDefault="004246F8" w:rsidP="000404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246F8" w:rsidRPr="00013FFD" w14:paraId="030308B6" w14:textId="77777777" w:rsidTr="001E1585">
        <w:tc>
          <w:tcPr>
            <w:tcW w:w="2235" w:type="dxa"/>
          </w:tcPr>
          <w:p w14:paraId="6AE0BE46" w14:textId="59886B5F" w:rsidR="004246F8" w:rsidRPr="00013FFD" w:rsidRDefault="001E1585" w:rsidP="00C864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Tipologia Ente</w:t>
            </w:r>
          </w:p>
        </w:tc>
        <w:tc>
          <w:tcPr>
            <w:tcW w:w="6976" w:type="dxa"/>
          </w:tcPr>
          <w:p w14:paraId="4AF06297" w14:textId="77777777" w:rsidR="004246F8" w:rsidRPr="00013FFD" w:rsidRDefault="004246F8" w:rsidP="000404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E1585" w:rsidRPr="00013FFD" w14:paraId="72D3BF79" w14:textId="77777777" w:rsidTr="001E1585">
        <w:tc>
          <w:tcPr>
            <w:tcW w:w="2235" w:type="dxa"/>
          </w:tcPr>
          <w:p w14:paraId="2076FD44" w14:textId="479AF435" w:rsidR="001E1585" w:rsidRDefault="001E1585" w:rsidP="00C864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Legale rappresentante</w:t>
            </w:r>
          </w:p>
        </w:tc>
        <w:tc>
          <w:tcPr>
            <w:tcW w:w="6976" w:type="dxa"/>
          </w:tcPr>
          <w:p w14:paraId="0FDED666" w14:textId="77777777" w:rsidR="001E1585" w:rsidRPr="00013FFD" w:rsidRDefault="001E1585" w:rsidP="000404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E1585" w:rsidRPr="00013FFD" w14:paraId="11F95A23" w14:textId="77777777" w:rsidTr="001E1585">
        <w:tc>
          <w:tcPr>
            <w:tcW w:w="2235" w:type="dxa"/>
          </w:tcPr>
          <w:p w14:paraId="5F264B23" w14:textId="557123A8" w:rsidR="001E1585" w:rsidRDefault="00723021" w:rsidP="00C864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Telefono e mail</w:t>
            </w:r>
          </w:p>
        </w:tc>
        <w:tc>
          <w:tcPr>
            <w:tcW w:w="6976" w:type="dxa"/>
          </w:tcPr>
          <w:p w14:paraId="5B1D66B0" w14:textId="77777777" w:rsidR="001E1585" w:rsidRPr="00013FFD" w:rsidRDefault="001E1585" w:rsidP="000404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2BF9" w:rsidRPr="00013FFD" w14:paraId="03F2A4D3" w14:textId="77777777" w:rsidTr="001E1585">
        <w:tc>
          <w:tcPr>
            <w:tcW w:w="2235" w:type="dxa"/>
          </w:tcPr>
          <w:p w14:paraId="2A8A8FBF" w14:textId="3052CBD6" w:rsidR="00512BF9" w:rsidRDefault="00512BF9" w:rsidP="00C864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Eventuale altro ente coinvolto</w:t>
            </w:r>
          </w:p>
        </w:tc>
        <w:tc>
          <w:tcPr>
            <w:tcW w:w="6976" w:type="dxa"/>
          </w:tcPr>
          <w:p w14:paraId="20B968B5" w14:textId="77777777" w:rsidR="00512BF9" w:rsidRPr="00013FFD" w:rsidRDefault="00512BF9" w:rsidP="000404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2224A8F" w14:textId="051B4EDC" w:rsidR="00A7346B" w:rsidRDefault="00A7346B" w:rsidP="000404C9">
      <w:pPr>
        <w:jc w:val="center"/>
        <w:rPr>
          <w:sz w:val="36"/>
          <w:szCs w:val="3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02"/>
        <w:gridCol w:w="6485"/>
      </w:tblGrid>
      <w:tr w:rsidR="00C864C3" w:rsidRPr="00C864C3" w14:paraId="6D030B65" w14:textId="77777777" w:rsidTr="00D24ED1">
        <w:tc>
          <w:tcPr>
            <w:tcW w:w="2802" w:type="dxa"/>
          </w:tcPr>
          <w:p w14:paraId="6C45AE97" w14:textId="1F5C143C" w:rsidR="00C864C3" w:rsidRPr="00C864C3" w:rsidRDefault="00C864C3" w:rsidP="00C864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Finalità</w:t>
            </w:r>
          </w:p>
        </w:tc>
        <w:tc>
          <w:tcPr>
            <w:tcW w:w="6485" w:type="dxa"/>
          </w:tcPr>
          <w:p w14:paraId="03857165" w14:textId="77777777" w:rsidR="00C864C3" w:rsidRDefault="00C864C3" w:rsidP="000404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5FE0B0" w14:textId="77777777" w:rsidR="00850D4D" w:rsidRDefault="00850D4D" w:rsidP="000404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FB2D3C" w14:textId="315BF201" w:rsidR="00850D4D" w:rsidRPr="00C864C3" w:rsidRDefault="00850D4D" w:rsidP="000404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D2F32" w:rsidRPr="00C864C3" w14:paraId="1D97F798" w14:textId="77777777" w:rsidTr="00D24ED1">
        <w:tc>
          <w:tcPr>
            <w:tcW w:w="2802" w:type="dxa"/>
          </w:tcPr>
          <w:p w14:paraId="18290E9F" w14:textId="781F92C8" w:rsidR="002D2F32" w:rsidRDefault="00D878B3" w:rsidP="00D878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Ordine di scu</w:t>
            </w:r>
            <w:r w:rsidR="00841D9A">
              <w:rPr>
                <w:rFonts w:asciiTheme="minorHAnsi" w:hAnsiTheme="minorHAnsi" w:cstheme="minorHAnsi"/>
                <w:sz w:val="22"/>
                <w:szCs w:val="22"/>
              </w:rPr>
              <w:t>ola ( Infanzia, Primaria, second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aria I grado , II grado) degli</w:t>
            </w:r>
            <w:r w:rsidR="009825AD">
              <w:rPr>
                <w:rFonts w:asciiTheme="minorHAnsi" w:hAnsiTheme="minorHAnsi" w:cstheme="minorHAnsi"/>
                <w:sz w:val="22"/>
                <w:szCs w:val="22"/>
              </w:rPr>
              <w:t xml:space="preserve"> alunni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destinatari del progetto</w:t>
            </w:r>
          </w:p>
        </w:tc>
        <w:tc>
          <w:tcPr>
            <w:tcW w:w="6485" w:type="dxa"/>
          </w:tcPr>
          <w:p w14:paraId="7A22A16E" w14:textId="77777777" w:rsidR="002D2F32" w:rsidRPr="00C864C3" w:rsidRDefault="002D2F32" w:rsidP="000404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D200E" w:rsidRPr="00C864C3" w14:paraId="1A89B050" w14:textId="77777777" w:rsidTr="00D24ED1">
        <w:tc>
          <w:tcPr>
            <w:tcW w:w="2802" w:type="dxa"/>
          </w:tcPr>
          <w:p w14:paraId="43296696" w14:textId="3C7EBDB9" w:rsidR="007D200E" w:rsidRDefault="007D200E" w:rsidP="00C864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Descrizione della attività</w:t>
            </w:r>
          </w:p>
        </w:tc>
        <w:tc>
          <w:tcPr>
            <w:tcW w:w="6485" w:type="dxa"/>
          </w:tcPr>
          <w:p w14:paraId="63E94B96" w14:textId="77777777" w:rsidR="007D200E" w:rsidRDefault="007D200E" w:rsidP="000404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92974A" w14:textId="77777777" w:rsidR="00850D4D" w:rsidRDefault="00850D4D" w:rsidP="000404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515DD6" w14:textId="0805A4DE" w:rsidR="00850D4D" w:rsidRPr="00C864C3" w:rsidRDefault="00850D4D" w:rsidP="000404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2532D" w:rsidRPr="00C864C3" w14:paraId="4D42AA5A" w14:textId="77777777" w:rsidTr="00D24ED1">
        <w:tc>
          <w:tcPr>
            <w:tcW w:w="2802" w:type="dxa"/>
          </w:tcPr>
          <w:p w14:paraId="3518CC4F" w14:textId="25758BD1" w:rsidR="0002532D" w:rsidRDefault="00DC4828" w:rsidP="00C864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Modalità di partecipazione alunni </w:t>
            </w:r>
            <w:r w:rsidR="00617FA7">
              <w:rPr>
                <w:rFonts w:asciiTheme="minorHAnsi" w:hAnsiTheme="minorHAnsi" w:cstheme="minorHAnsi"/>
                <w:sz w:val="22"/>
                <w:szCs w:val="22"/>
              </w:rPr>
              <w:t>con bisogni educativi speciali</w:t>
            </w:r>
          </w:p>
        </w:tc>
        <w:tc>
          <w:tcPr>
            <w:tcW w:w="6485" w:type="dxa"/>
          </w:tcPr>
          <w:p w14:paraId="4833D3B5" w14:textId="77777777" w:rsidR="0002532D" w:rsidRDefault="0002532D" w:rsidP="000404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F6EECE" w14:textId="77777777" w:rsidR="00850D4D" w:rsidRDefault="00850D4D" w:rsidP="000404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62B83D" w14:textId="074DA671" w:rsidR="00850D4D" w:rsidRPr="00C864C3" w:rsidRDefault="00850D4D" w:rsidP="000404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D200E" w:rsidRPr="00C864C3" w14:paraId="1788CA74" w14:textId="77777777" w:rsidTr="00D24ED1">
        <w:tc>
          <w:tcPr>
            <w:tcW w:w="2802" w:type="dxa"/>
          </w:tcPr>
          <w:p w14:paraId="33C505AF" w14:textId="51B269EC" w:rsidR="007D200E" w:rsidRDefault="004035F4" w:rsidP="00D878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Fascia oraria di svolgimento ,</w:t>
            </w:r>
            <w:r w:rsidR="00764EBC">
              <w:rPr>
                <w:rFonts w:asciiTheme="minorHAnsi" w:hAnsiTheme="minorHAnsi" w:cstheme="minorHAnsi"/>
                <w:sz w:val="22"/>
                <w:szCs w:val="22"/>
              </w:rPr>
              <w:t xml:space="preserve"> d</w:t>
            </w:r>
            <w:r w:rsidR="00D24ED1">
              <w:rPr>
                <w:rFonts w:asciiTheme="minorHAnsi" w:hAnsiTheme="minorHAnsi" w:cstheme="minorHAnsi"/>
                <w:sz w:val="22"/>
                <w:szCs w:val="22"/>
              </w:rPr>
              <w:t xml:space="preserve">urata (ore, giornate, </w:t>
            </w:r>
            <w:proofErr w:type="spellStart"/>
            <w:r w:rsidR="00D24ED1">
              <w:rPr>
                <w:rFonts w:asciiTheme="minorHAnsi" w:hAnsiTheme="minorHAnsi" w:cstheme="minorHAnsi"/>
                <w:sz w:val="22"/>
                <w:szCs w:val="22"/>
              </w:rPr>
              <w:t>etc</w:t>
            </w:r>
            <w:proofErr w:type="spellEnd"/>
            <w:r w:rsidR="00D24ED1">
              <w:rPr>
                <w:rFonts w:asciiTheme="minorHAnsi" w:hAnsiTheme="minorHAnsi" w:cstheme="minorHAnsi"/>
                <w:sz w:val="22"/>
                <w:szCs w:val="22"/>
              </w:rPr>
              <w:t>…)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D878B3">
              <w:rPr>
                <w:rFonts w:asciiTheme="minorHAnsi" w:hAnsiTheme="minorHAnsi" w:cstheme="minorHAnsi"/>
                <w:sz w:val="22"/>
                <w:szCs w:val="22"/>
              </w:rPr>
              <w:t xml:space="preserve">periodo di svolgimento del progetto  </w:t>
            </w:r>
          </w:p>
        </w:tc>
        <w:tc>
          <w:tcPr>
            <w:tcW w:w="6485" w:type="dxa"/>
          </w:tcPr>
          <w:p w14:paraId="2877D08F" w14:textId="77777777" w:rsidR="007D200E" w:rsidRPr="00C864C3" w:rsidRDefault="007D200E" w:rsidP="000404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11F09" w:rsidRPr="00C864C3" w14:paraId="487D1BF3" w14:textId="77777777" w:rsidTr="00D24ED1">
        <w:tc>
          <w:tcPr>
            <w:tcW w:w="2802" w:type="dxa"/>
          </w:tcPr>
          <w:p w14:paraId="14F049E6" w14:textId="1EE39DA3" w:rsidR="00011F09" w:rsidRDefault="001F18F3" w:rsidP="00C864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Sede di svolgimento</w:t>
            </w:r>
          </w:p>
        </w:tc>
        <w:tc>
          <w:tcPr>
            <w:tcW w:w="6485" w:type="dxa"/>
          </w:tcPr>
          <w:p w14:paraId="614FABC2" w14:textId="77777777" w:rsidR="00011F09" w:rsidRPr="00C864C3" w:rsidRDefault="00011F09" w:rsidP="000404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24ED1" w:rsidRPr="00C864C3" w14:paraId="647508BE" w14:textId="77777777" w:rsidTr="00D24ED1">
        <w:tc>
          <w:tcPr>
            <w:tcW w:w="2802" w:type="dxa"/>
          </w:tcPr>
          <w:p w14:paraId="79CED087" w14:textId="118C2AF5" w:rsidR="00D24ED1" w:rsidRDefault="004035F4" w:rsidP="004035F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Ambito territoriale delle scuole destinatarie del progetto</w:t>
            </w:r>
          </w:p>
        </w:tc>
        <w:tc>
          <w:tcPr>
            <w:tcW w:w="6485" w:type="dxa"/>
          </w:tcPr>
          <w:p w14:paraId="0E22B48C" w14:textId="77777777" w:rsidR="00D24ED1" w:rsidRPr="00C864C3" w:rsidRDefault="00D24ED1" w:rsidP="000404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E7BB2" w:rsidRPr="00C864C3" w14:paraId="1E728F8B" w14:textId="77777777" w:rsidTr="00D24ED1">
        <w:tc>
          <w:tcPr>
            <w:tcW w:w="2802" w:type="dxa"/>
          </w:tcPr>
          <w:p w14:paraId="02CAC835" w14:textId="3069DE2B" w:rsidR="00AE7BB2" w:rsidRDefault="00AE7BB2" w:rsidP="00841D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Personale </w:t>
            </w:r>
            <w:r w:rsidR="00D878B3">
              <w:rPr>
                <w:rFonts w:asciiTheme="minorHAnsi" w:hAnsiTheme="minorHAnsi" w:cstheme="minorHAnsi"/>
                <w:sz w:val="22"/>
                <w:szCs w:val="22"/>
              </w:rPr>
              <w:t xml:space="preserve">dell’ente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coinvolto</w:t>
            </w:r>
            <w:r w:rsidR="00D878B3">
              <w:rPr>
                <w:rFonts w:asciiTheme="minorHAnsi" w:hAnsiTheme="minorHAnsi" w:cstheme="minorHAnsi"/>
                <w:sz w:val="22"/>
                <w:szCs w:val="22"/>
              </w:rPr>
              <w:t xml:space="preserve"> (figura</w:t>
            </w:r>
            <w:r w:rsidR="00841D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878B3">
              <w:rPr>
                <w:rFonts w:asciiTheme="minorHAnsi" w:hAnsiTheme="minorHAnsi" w:cstheme="minorHAnsi"/>
                <w:sz w:val="22"/>
                <w:szCs w:val="22"/>
              </w:rPr>
              <w:t>professionale</w:t>
            </w:r>
            <w:r w:rsidR="00841D9A">
              <w:rPr>
                <w:rFonts w:asciiTheme="minorHAnsi" w:hAnsiTheme="minorHAnsi" w:cstheme="minorHAnsi"/>
                <w:sz w:val="22"/>
                <w:szCs w:val="22"/>
              </w:rPr>
              <w:t xml:space="preserve"> e n.</w:t>
            </w:r>
            <w:r w:rsidR="00D878B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6485" w:type="dxa"/>
          </w:tcPr>
          <w:p w14:paraId="386F3C8C" w14:textId="77777777" w:rsidR="00AE7BB2" w:rsidRPr="00C864C3" w:rsidRDefault="00AE7BB2" w:rsidP="000404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18B9" w:rsidRPr="00C864C3" w14:paraId="7B736148" w14:textId="77777777" w:rsidTr="00D24ED1">
        <w:tc>
          <w:tcPr>
            <w:tcW w:w="2802" w:type="dxa"/>
          </w:tcPr>
          <w:p w14:paraId="5A705871" w14:textId="6E4EFF8F" w:rsidR="001618B9" w:rsidRDefault="00CC0396" w:rsidP="00CC03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Eventuale coinvolgimento del </w:t>
            </w:r>
            <w:r w:rsidR="00D878B3">
              <w:rPr>
                <w:rFonts w:asciiTheme="minorHAnsi" w:hAnsiTheme="minorHAnsi" w:cstheme="minorHAnsi"/>
                <w:sz w:val="22"/>
                <w:szCs w:val="22"/>
              </w:rPr>
              <w:t xml:space="preserve">personale della scuola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con oneri a carico del progetto </w:t>
            </w:r>
            <w:r w:rsidR="00D878B3">
              <w:rPr>
                <w:rFonts w:asciiTheme="minorHAnsi" w:hAnsiTheme="minorHAnsi" w:cstheme="minorHAnsi"/>
                <w:sz w:val="22"/>
                <w:szCs w:val="22"/>
              </w:rPr>
              <w:t xml:space="preserve"> e</w:t>
            </w:r>
            <w:r w:rsidR="00841D9A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D878B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eventuale </w:t>
            </w:r>
            <w:r w:rsidR="001618B9">
              <w:rPr>
                <w:rFonts w:asciiTheme="minorHAnsi" w:hAnsiTheme="minorHAnsi" w:cstheme="minorHAnsi"/>
                <w:sz w:val="22"/>
                <w:szCs w:val="22"/>
              </w:rPr>
              <w:t xml:space="preserve">attività per la formazione del personale </w:t>
            </w:r>
          </w:p>
        </w:tc>
        <w:tc>
          <w:tcPr>
            <w:tcW w:w="6485" w:type="dxa"/>
          </w:tcPr>
          <w:p w14:paraId="22FDBE1F" w14:textId="77777777" w:rsidR="001618B9" w:rsidRPr="00C864C3" w:rsidRDefault="001618B9" w:rsidP="000404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067B" w:rsidRPr="00C864C3" w14:paraId="7DDCFFFB" w14:textId="77777777" w:rsidTr="00D24ED1">
        <w:tc>
          <w:tcPr>
            <w:tcW w:w="2802" w:type="dxa"/>
          </w:tcPr>
          <w:p w14:paraId="581779C3" w14:textId="3A18F012" w:rsidR="00C9067B" w:rsidRDefault="00C9067B" w:rsidP="004035F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Numero minimo e massimo </w:t>
            </w:r>
            <w:r w:rsidR="00752B02">
              <w:rPr>
                <w:rFonts w:asciiTheme="minorHAnsi" w:hAnsiTheme="minorHAnsi" w:cstheme="minorHAnsi"/>
                <w:sz w:val="22"/>
                <w:szCs w:val="22"/>
              </w:rPr>
              <w:t>di</w:t>
            </w:r>
            <w:r w:rsidR="004035F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52B02">
              <w:rPr>
                <w:rFonts w:asciiTheme="minorHAnsi" w:hAnsiTheme="minorHAnsi" w:cstheme="minorHAnsi"/>
                <w:sz w:val="22"/>
                <w:szCs w:val="22"/>
              </w:rPr>
              <w:t xml:space="preserve">alunni </w:t>
            </w:r>
            <w:r w:rsidR="004035F4">
              <w:rPr>
                <w:rFonts w:asciiTheme="minorHAnsi" w:hAnsiTheme="minorHAnsi" w:cstheme="minorHAnsi"/>
                <w:sz w:val="22"/>
                <w:szCs w:val="22"/>
              </w:rPr>
              <w:t>destinatari del progetto</w:t>
            </w:r>
          </w:p>
        </w:tc>
        <w:tc>
          <w:tcPr>
            <w:tcW w:w="6485" w:type="dxa"/>
          </w:tcPr>
          <w:p w14:paraId="17A707A5" w14:textId="77777777" w:rsidR="00C9067B" w:rsidRPr="00C864C3" w:rsidRDefault="00C9067B" w:rsidP="000404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878B3" w:rsidRPr="00C864C3" w14:paraId="06E488AC" w14:textId="77777777" w:rsidTr="00AB4D0E">
        <w:trPr>
          <w:trHeight w:val="2467"/>
        </w:trPr>
        <w:tc>
          <w:tcPr>
            <w:tcW w:w="2802" w:type="dxa"/>
            <w:vAlign w:val="center"/>
          </w:tcPr>
          <w:p w14:paraId="36E67A12" w14:textId="4EEBE6D0" w:rsidR="00D878B3" w:rsidRDefault="00CC0396" w:rsidP="00CC03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Costo del progetto  per</w:t>
            </w:r>
            <w:r w:rsidR="00D878B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alunno</w:t>
            </w:r>
            <w:r w:rsidR="00841D9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eventualmente articolato sul numero degli alunni partecipanti</w:t>
            </w:r>
          </w:p>
        </w:tc>
        <w:tc>
          <w:tcPr>
            <w:tcW w:w="6485" w:type="dxa"/>
          </w:tcPr>
          <w:p w14:paraId="42E5D9E2" w14:textId="6E1FCEFC" w:rsidR="00D878B3" w:rsidRPr="00C864C3" w:rsidRDefault="00D878B3" w:rsidP="000404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C0396" w:rsidRPr="00C864C3" w14:paraId="5A1ED991" w14:textId="77777777" w:rsidTr="00AB4D0E">
        <w:trPr>
          <w:trHeight w:val="2467"/>
        </w:trPr>
        <w:tc>
          <w:tcPr>
            <w:tcW w:w="2802" w:type="dxa"/>
            <w:vAlign w:val="center"/>
          </w:tcPr>
          <w:p w14:paraId="0DCA82FE" w14:textId="0BD91E0E" w:rsidR="00CC0396" w:rsidRDefault="00CC0396" w:rsidP="00583D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Eventuale materiale </w:t>
            </w:r>
            <w:r w:rsidR="00583D9D">
              <w:rPr>
                <w:rFonts w:asciiTheme="minorHAnsi" w:hAnsiTheme="minorHAnsi" w:cstheme="minorHAnsi"/>
                <w:sz w:val="22"/>
                <w:szCs w:val="22"/>
              </w:rPr>
              <w:t xml:space="preserve">per il progetto  destinato alla scuola (tipologia e quantità) </w:t>
            </w:r>
          </w:p>
        </w:tc>
        <w:tc>
          <w:tcPr>
            <w:tcW w:w="6485" w:type="dxa"/>
          </w:tcPr>
          <w:p w14:paraId="2D1001B9" w14:textId="77777777" w:rsidR="00CC0396" w:rsidRPr="00C864C3" w:rsidRDefault="00CC0396" w:rsidP="000404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01B8164" w14:textId="5A3F89F5" w:rsidR="00BF1FF4" w:rsidRDefault="00BF1FF4" w:rsidP="000404C9">
      <w:pPr>
        <w:jc w:val="center"/>
        <w:rPr>
          <w:sz w:val="36"/>
          <w:szCs w:val="36"/>
        </w:rPr>
      </w:pPr>
    </w:p>
    <w:p w14:paraId="529C516C" w14:textId="034CD62A" w:rsidR="00BF1FF4" w:rsidRPr="00CF450D" w:rsidRDefault="00CF450D" w:rsidP="00EC628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Data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Firma legale rappresentante</w:t>
      </w:r>
    </w:p>
    <w:sectPr w:rsidR="00BF1FF4" w:rsidRPr="00CF450D" w:rsidSect="00E0383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/>
      <w:pgMar w:top="1418" w:right="1418" w:bottom="1418" w:left="1418" w:header="539" w:footer="9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7664B7" w14:textId="77777777" w:rsidR="00E63B10" w:rsidRDefault="00E63B10">
      <w:r>
        <w:separator/>
      </w:r>
    </w:p>
  </w:endnote>
  <w:endnote w:type="continuationSeparator" w:id="0">
    <w:p w14:paraId="463CF2A3" w14:textId="77777777" w:rsidR="00E63B10" w:rsidRDefault="00E63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2B8AF5" w14:textId="77777777" w:rsidR="00841D9A" w:rsidRDefault="00841D9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BF9772" w14:textId="73507089" w:rsidR="000404C9" w:rsidRPr="000404C9" w:rsidRDefault="00FC3BF7" w:rsidP="009B46A2">
    <w:pPr>
      <w:pStyle w:val="Default"/>
      <w:jc w:val="center"/>
      <w:rPr>
        <w:rFonts w:asciiTheme="minorHAnsi" w:hAnsiTheme="minorHAnsi"/>
        <w:iCs/>
        <w:color w:val="auto"/>
        <w:sz w:val="18"/>
        <w:szCs w:val="18"/>
      </w:rPr>
    </w:pPr>
    <w:bookmarkStart w:id="0" w:name="_GoBack"/>
    <w:r w:rsidRPr="00FC3BF7">
      <w:rPr>
        <w:rFonts w:asciiTheme="minorHAnsi" w:hAnsiTheme="minorHAnsi"/>
        <w:iCs/>
        <w:color w:val="auto"/>
        <w:sz w:val="18"/>
        <w:szCs w:val="18"/>
      </w:rPr>
      <w:t>202105280845</w:t>
    </w:r>
    <w:bookmarkEnd w:id="0"/>
    <w:r w:rsidRPr="00FC3BF7">
      <w:rPr>
        <w:rFonts w:asciiTheme="minorHAnsi" w:hAnsiTheme="minorHAnsi"/>
        <w:iCs/>
        <w:color w:val="auto"/>
        <w:sz w:val="18"/>
        <w:szCs w:val="18"/>
      </w:rPr>
      <w:t>_Scheda_Progetto_Patti_di_Comunità_Attività_Motorio_Sportive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8C1540" w14:textId="77777777" w:rsidR="00841D9A" w:rsidRDefault="00841D9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5004EE" w14:textId="77777777" w:rsidR="00E63B10" w:rsidRDefault="00E63B10">
      <w:r>
        <w:separator/>
      </w:r>
    </w:p>
  </w:footnote>
  <w:footnote w:type="continuationSeparator" w:id="0">
    <w:p w14:paraId="531541D0" w14:textId="77777777" w:rsidR="00E63B10" w:rsidRDefault="00E63B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E0056E" w14:textId="77777777" w:rsidR="00841D9A" w:rsidRDefault="00841D9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694EAD" w14:textId="77777777" w:rsidR="002E6CB5" w:rsidRDefault="002E6CB5" w:rsidP="001328E3">
    <w:pPr>
      <w:pStyle w:val="Intestazione"/>
      <w:spacing w:after="60"/>
      <w:jc w:val="center"/>
      <w:rPr>
        <w:rFonts w:ascii="Palace Script MT" w:hAnsi="Palace Script MT"/>
        <w:w w:val="66"/>
        <w:sz w:val="40"/>
        <w:szCs w:val="40"/>
      </w:rPr>
    </w:pPr>
  </w:p>
  <w:p w14:paraId="31694EAE" w14:textId="77777777" w:rsidR="002E6CB5" w:rsidRPr="006E4A3F" w:rsidRDefault="002E6CB5" w:rsidP="001328E3">
    <w:pPr>
      <w:pStyle w:val="Intestazione"/>
      <w:spacing w:after="60"/>
      <w:jc w:val="center"/>
      <w:rPr>
        <w:rFonts w:ascii="Palace Script MT" w:hAnsi="Palace Script MT"/>
        <w:w w:val="66"/>
        <w:sz w:val="16"/>
        <w:szCs w:val="16"/>
      </w:rPr>
    </w:pPr>
  </w:p>
  <w:p w14:paraId="31694EAF" w14:textId="2DACD10E" w:rsidR="002E6CB5" w:rsidRDefault="00C06AA3" w:rsidP="001328E3">
    <w:pPr>
      <w:pStyle w:val="Intestazione"/>
      <w:spacing w:after="60"/>
      <w:jc w:val="center"/>
      <w:rPr>
        <w:rFonts w:ascii="Palace Script MT" w:hAnsi="Palace Script MT"/>
        <w:sz w:val="48"/>
      </w:rPr>
    </w:pPr>
    <w:r>
      <w:rPr>
        <w:noProof/>
      </w:rPr>
      <w:drawing>
        <wp:inline distT="0" distB="0" distL="0" distR="0" wp14:anchorId="59DCDD87" wp14:editId="092B5CE9">
          <wp:extent cx="495300" cy="561975"/>
          <wp:effectExtent l="0" t="0" r="0" b="9525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561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AC8A86" w14:textId="77777777" w:rsidR="001B0E33" w:rsidRPr="003D293D" w:rsidRDefault="001B0E33" w:rsidP="001B0E33">
    <w:pPr>
      <w:jc w:val="center"/>
      <w:rPr>
        <w:rFonts w:ascii="Monotype Corsiva" w:hAnsi="Monotype Corsiva" w:cs="Tahoma"/>
        <w:i/>
        <w:sz w:val="76"/>
        <w:szCs w:val="76"/>
      </w:rPr>
    </w:pPr>
    <w:r w:rsidRPr="003D293D">
      <w:rPr>
        <w:rFonts w:ascii="Monotype Corsiva" w:hAnsi="Monotype Corsiva" w:cs="Tahoma"/>
        <w:i/>
        <w:sz w:val="76"/>
        <w:szCs w:val="76"/>
      </w:rPr>
      <w:t>Ministero dell’Istruzione</w:t>
    </w:r>
  </w:p>
  <w:p w14:paraId="264B34F0" w14:textId="77777777" w:rsidR="001B0E33" w:rsidRPr="003D293D" w:rsidRDefault="001B0E33" w:rsidP="001B0E33">
    <w:pPr>
      <w:jc w:val="center"/>
      <w:rPr>
        <w:rFonts w:ascii="Monotype Corsiva" w:hAnsi="Monotype Corsiva" w:cs="Tahoma"/>
        <w:i/>
        <w:sz w:val="44"/>
        <w:szCs w:val="48"/>
      </w:rPr>
    </w:pPr>
    <w:r w:rsidRPr="003D293D">
      <w:rPr>
        <w:rFonts w:ascii="Monotype Corsiva" w:hAnsi="Monotype Corsiva" w:cs="Tahoma"/>
        <w:i/>
        <w:sz w:val="44"/>
        <w:szCs w:val="48"/>
      </w:rPr>
      <w:t>Ufficio Scolastico Regionale per le Marche</w:t>
    </w:r>
  </w:p>
  <w:p w14:paraId="31694EB2" w14:textId="2E3A9136" w:rsidR="002E6CB5" w:rsidRPr="001446D9" w:rsidRDefault="001B0E33" w:rsidP="001B0E33">
    <w:pPr>
      <w:jc w:val="center"/>
      <w:rPr>
        <w:rFonts w:ascii="Monotype Corsiva" w:hAnsi="Monotype Corsiva" w:cs="Tahoma"/>
        <w:i/>
        <w:sz w:val="32"/>
        <w:szCs w:val="32"/>
      </w:rPr>
    </w:pPr>
    <w:r w:rsidRPr="007A6E4C">
      <w:rPr>
        <w:rFonts w:ascii="Arial" w:hAnsi="Arial" w:cs="Arial"/>
        <w:bCs/>
        <w:iCs/>
        <w:sz w:val="28"/>
        <w:szCs w:val="28"/>
      </w:rPr>
      <w:t>Direzione Generale</w:t>
    </w:r>
  </w:p>
  <w:p w14:paraId="31694EB3" w14:textId="77777777" w:rsidR="00787314" w:rsidRDefault="00787314" w:rsidP="008B4793">
    <w:pPr>
      <w:jc w:val="center"/>
      <w:rPr>
        <w:rFonts w:ascii="Century" w:hAnsi="Century"/>
        <w:szCs w:val="24"/>
      </w:rPr>
    </w:pPr>
  </w:p>
  <w:p w14:paraId="31694EB4" w14:textId="77777777" w:rsidR="008705EC" w:rsidRDefault="008705EC" w:rsidP="008B4793">
    <w:pPr>
      <w:jc w:val="center"/>
      <w:rPr>
        <w:rFonts w:ascii="Century" w:hAnsi="Century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0E1A49" w14:textId="77777777" w:rsidR="00841D9A" w:rsidRDefault="00841D9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sz w:val="22"/>
        <w:szCs w:val="22"/>
      </w:rPr>
    </w:lvl>
  </w:abstractNum>
  <w:abstractNum w:abstractNumId="2">
    <w:nsid w:val="06423F47"/>
    <w:multiLevelType w:val="hybridMultilevel"/>
    <w:tmpl w:val="C6CCFCE4"/>
    <w:lvl w:ilvl="0" w:tplc="4D2E31AA"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9FF78FA"/>
    <w:multiLevelType w:val="hybridMultilevel"/>
    <w:tmpl w:val="AE7C37A2"/>
    <w:lvl w:ilvl="0" w:tplc="6F9AF5A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482F5F"/>
    <w:multiLevelType w:val="multilevel"/>
    <w:tmpl w:val="0270B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43CE0B88"/>
    <w:multiLevelType w:val="hybridMultilevel"/>
    <w:tmpl w:val="7854C8CC"/>
    <w:lvl w:ilvl="0" w:tplc="155830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F21F4B"/>
    <w:multiLevelType w:val="hybridMultilevel"/>
    <w:tmpl w:val="6478DE26"/>
    <w:lvl w:ilvl="0" w:tplc="B5643B3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733137"/>
    <w:multiLevelType w:val="hybridMultilevel"/>
    <w:tmpl w:val="787A64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CD0077"/>
    <w:multiLevelType w:val="hybridMultilevel"/>
    <w:tmpl w:val="7B200E10"/>
    <w:lvl w:ilvl="0" w:tplc="CA2223AA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1996C3A"/>
    <w:multiLevelType w:val="hybridMultilevel"/>
    <w:tmpl w:val="86C4A2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7"/>
  </w:num>
  <w:num w:numId="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>
    <w:abstractNumId w:val="12"/>
  </w:num>
  <w:num w:numId="7">
    <w:abstractNumId w:val="6"/>
  </w:num>
  <w:num w:numId="8">
    <w:abstractNumId w:val="2"/>
  </w:num>
  <w:num w:numId="9">
    <w:abstractNumId w:val="10"/>
  </w:num>
  <w:num w:numId="10">
    <w:abstractNumId w:val="11"/>
  </w:num>
  <w:num w:numId="11">
    <w:abstractNumId w:val="4"/>
  </w:num>
  <w:num w:numId="12">
    <w:abstractNumId w:val="1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4FC"/>
    <w:rsid w:val="00011F09"/>
    <w:rsid w:val="00012D3B"/>
    <w:rsid w:val="00013FFD"/>
    <w:rsid w:val="00021B02"/>
    <w:rsid w:val="0002532D"/>
    <w:rsid w:val="0002636F"/>
    <w:rsid w:val="00027FD2"/>
    <w:rsid w:val="000374DE"/>
    <w:rsid w:val="000404C9"/>
    <w:rsid w:val="000523D4"/>
    <w:rsid w:val="00063D32"/>
    <w:rsid w:val="0007243A"/>
    <w:rsid w:val="0007506D"/>
    <w:rsid w:val="000771A9"/>
    <w:rsid w:val="000779E0"/>
    <w:rsid w:val="00083A2A"/>
    <w:rsid w:val="00094B74"/>
    <w:rsid w:val="00095A55"/>
    <w:rsid w:val="000A2056"/>
    <w:rsid w:val="000A3068"/>
    <w:rsid w:val="000A49BC"/>
    <w:rsid w:val="000B127C"/>
    <w:rsid w:val="000E3D89"/>
    <w:rsid w:val="000E7393"/>
    <w:rsid w:val="001169C1"/>
    <w:rsid w:val="001248BC"/>
    <w:rsid w:val="00132031"/>
    <w:rsid w:val="001328E3"/>
    <w:rsid w:val="00136AAF"/>
    <w:rsid w:val="001446D9"/>
    <w:rsid w:val="00147281"/>
    <w:rsid w:val="00147430"/>
    <w:rsid w:val="00155704"/>
    <w:rsid w:val="00161370"/>
    <w:rsid w:val="001613CB"/>
    <w:rsid w:val="001618B9"/>
    <w:rsid w:val="00165732"/>
    <w:rsid w:val="00172198"/>
    <w:rsid w:val="00174002"/>
    <w:rsid w:val="001A25C8"/>
    <w:rsid w:val="001B0E33"/>
    <w:rsid w:val="001C07AF"/>
    <w:rsid w:val="001C586C"/>
    <w:rsid w:val="001C5947"/>
    <w:rsid w:val="001C5DE7"/>
    <w:rsid w:val="001E1585"/>
    <w:rsid w:val="001E626C"/>
    <w:rsid w:val="001F18F3"/>
    <w:rsid w:val="001F2658"/>
    <w:rsid w:val="001F32D0"/>
    <w:rsid w:val="001F5563"/>
    <w:rsid w:val="00217C6B"/>
    <w:rsid w:val="00231053"/>
    <w:rsid w:val="00247B14"/>
    <w:rsid w:val="0025228B"/>
    <w:rsid w:val="00253924"/>
    <w:rsid w:val="0025544F"/>
    <w:rsid w:val="002612F0"/>
    <w:rsid w:val="00271EF1"/>
    <w:rsid w:val="002765B7"/>
    <w:rsid w:val="00276991"/>
    <w:rsid w:val="0029376E"/>
    <w:rsid w:val="00297E8C"/>
    <w:rsid w:val="002A2A80"/>
    <w:rsid w:val="002C6B28"/>
    <w:rsid w:val="002D1EC3"/>
    <w:rsid w:val="002D25ED"/>
    <w:rsid w:val="002D2F32"/>
    <w:rsid w:val="002D3D1A"/>
    <w:rsid w:val="002D6C10"/>
    <w:rsid w:val="002D6F63"/>
    <w:rsid w:val="002E25BB"/>
    <w:rsid w:val="002E3AB8"/>
    <w:rsid w:val="002E6CB5"/>
    <w:rsid w:val="002F39BA"/>
    <w:rsid w:val="002F3FA9"/>
    <w:rsid w:val="002F45C3"/>
    <w:rsid w:val="00301E66"/>
    <w:rsid w:val="00305E06"/>
    <w:rsid w:val="003112A4"/>
    <w:rsid w:val="00311C8C"/>
    <w:rsid w:val="0031288B"/>
    <w:rsid w:val="00316DA5"/>
    <w:rsid w:val="00323A43"/>
    <w:rsid w:val="00325D26"/>
    <w:rsid w:val="00326968"/>
    <w:rsid w:val="003307D6"/>
    <w:rsid w:val="00331ED8"/>
    <w:rsid w:val="00340F90"/>
    <w:rsid w:val="00356CC7"/>
    <w:rsid w:val="003750E4"/>
    <w:rsid w:val="00377876"/>
    <w:rsid w:val="00386F5F"/>
    <w:rsid w:val="00396DCD"/>
    <w:rsid w:val="003A2189"/>
    <w:rsid w:val="003A37AB"/>
    <w:rsid w:val="003B2FF3"/>
    <w:rsid w:val="003B40C9"/>
    <w:rsid w:val="003B4C21"/>
    <w:rsid w:val="003B565F"/>
    <w:rsid w:val="003C6398"/>
    <w:rsid w:val="003C6D73"/>
    <w:rsid w:val="003D24F5"/>
    <w:rsid w:val="003E056E"/>
    <w:rsid w:val="003E4786"/>
    <w:rsid w:val="003E78B9"/>
    <w:rsid w:val="003F10D7"/>
    <w:rsid w:val="003F14E3"/>
    <w:rsid w:val="004035F4"/>
    <w:rsid w:val="00404498"/>
    <w:rsid w:val="004246F8"/>
    <w:rsid w:val="00427F65"/>
    <w:rsid w:val="00430998"/>
    <w:rsid w:val="00451B49"/>
    <w:rsid w:val="00451D91"/>
    <w:rsid w:val="004549CD"/>
    <w:rsid w:val="00454BE6"/>
    <w:rsid w:val="00460674"/>
    <w:rsid w:val="00464E7F"/>
    <w:rsid w:val="00466EB8"/>
    <w:rsid w:val="00471619"/>
    <w:rsid w:val="0047283F"/>
    <w:rsid w:val="00473B86"/>
    <w:rsid w:val="004750BB"/>
    <w:rsid w:val="00487A29"/>
    <w:rsid w:val="004A71C7"/>
    <w:rsid w:val="004A746D"/>
    <w:rsid w:val="004C6082"/>
    <w:rsid w:val="004C62E6"/>
    <w:rsid w:val="004D1169"/>
    <w:rsid w:val="004D1CFB"/>
    <w:rsid w:val="004D33CF"/>
    <w:rsid w:val="004D4171"/>
    <w:rsid w:val="004E1663"/>
    <w:rsid w:val="004E79E2"/>
    <w:rsid w:val="004F1C8C"/>
    <w:rsid w:val="004F64BE"/>
    <w:rsid w:val="004F7416"/>
    <w:rsid w:val="00502624"/>
    <w:rsid w:val="00512BF9"/>
    <w:rsid w:val="005173B6"/>
    <w:rsid w:val="00527754"/>
    <w:rsid w:val="00527FC3"/>
    <w:rsid w:val="00530CCC"/>
    <w:rsid w:val="005319E2"/>
    <w:rsid w:val="00534434"/>
    <w:rsid w:val="00544F9E"/>
    <w:rsid w:val="00545028"/>
    <w:rsid w:val="0056190E"/>
    <w:rsid w:val="00563788"/>
    <w:rsid w:val="00564353"/>
    <w:rsid w:val="00583D9D"/>
    <w:rsid w:val="00586341"/>
    <w:rsid w:val="00594A9B"/>
    <w:rsid w:val="005A0DDA"/>
    <w:rsid w:val="005A48C3"/>
    <w:rsid w:val="005B1070"/>
    <w:rsid w:val="005B1FBB"/>
    <w:rsid w:val="005B5C95"/>
    <w:rsid w:val="005C1EB6"/>
    <w:rsid w:val="005C265B"/>
    <w:rsid w:val="005C452E"/>
    <w:rsid w:val="005C6BD5"/>
    <w:rsid w:val="005D0EF5"/>
    <w:rsid w:val="005D2360"/>
    <w:rsid w:val="005D2892"/>
    <w:rsid w:val="005E18AE"/>
    <w:rsid w:val="005E5F21"/>
    <w:rsid w:val="005E72F2"/>
    <w:rsid w:val="005E74B7"/>
    <w:rsid w:val="005F4EBE"/>
    <w:rsid w:val="005F61BA"/>
    <w:rsid w:val="0060353D"/>
    <w:rsid w:val="00617FA7"/>
    <w:rsid w:val="0062214C"/>
    <w:rsid w:val="0062748B"/>
    <w:rsid w:val="0065038F"/>
    <w:rsid w:val="0065048F"/>
    <w:rsid w:val="006510CB"/>
    <w:rsid w:val="00655834"/>
    <w:rsid w:val="00657E0F"/>
    <w:rsid w:val="0066103C"/>
    <w:rsid w:val="0066114A"/>
    <w:rsid w:val="00673FDF"/>
    <w:rsid w:val="00675512"/>
    <w:rsid w:val="00675E9C"/>
    <w:rsid w:val="00686718"/>
    <w:rsid w:val="0068795F"/>
    <w:rsid w:val="00691506"/>
    <w:rsid w:val="006A2BB1"/>
    <w:rsid w:val="006A4A96"/>
    <w:rsid w:val="006A550F"/>
    <w:rsid w:val="006A592D"/>
    <w:rsid w:val="006A64FB"/>
    <w:rsid w:val="006B206B"/>
    <w:rsid w:val="006B34B4"/>
    <w:rsid w:val="006B690F"/>
    <w:rsid w:val="006D0723"/>
    <w:rsid w:val="006D43B8"/>
    <w:rsid w:val="006D4660"/>
    <w:rsid w:val="006E4A3F"/>
    <w:rsid w:val="00703CAB"/>
    <w:rsid w:val="00706C20"/>
    <w:rsid w:val="0071728C"/>
    <w:rsid w:val="0072036C"/>
    <w:rsid w:val="00721F00"/>
    <w:rsid w:val="007228EE"/>
    <w:rsid w:val="00723021"/>
    <w:rsid w:val="00725996"/>
    <w:rsid w:val="00726119"/>
    <w:rsid w:val="00730FBE"/>
    <w:rsid w:val="0073332F"/>
    <w:rsid w:val="0073795F"/>
    <w:rsid w:val="007451E9"/>
    <w:rsid w:val="00752B02"/>
    <w:rsid w:val="007614A9"/>
    <w:rsid w:val="00764A9C"/>
    <w:rsid w:val="00764EBC"/>
    <w:rsid w:val="00776C0F"/>
    <w:rsid w:val="00777C59"/>
    <w:rsid w:val="007806BD"/>
    <w:rsid w:val="00787314"/>
    <w:rsid w:val="007A66AC"/>
    <w:rsid w:val="007A7860"/>
    <w:rsid w:val="007B50E1"/>
    <w:rsid w:val="007C4604"/>
    <w:rsid w:val="007C55B9"/>
    <w:rsid w:val="007D200E"/>
    <w:rsid w:val="007E7A78"/>
    <w:rsid w:val="007E7F12"/>
    <w:rsid w:val="007F14A0"/>
    <w:rsid w:val="007F320D"/>
    <w:rsid w:val="00805F59"/>
    <w:rsid w:val="00820087"/>
    <w:rsid w:val="00820730"/>
    <w:rsid w:val="00821A9C"/>
    <w:rsid w:val="00822C19"/>
    <w:rsid w:val="008231F4"/>
    <w:rsid w:val="00826C5C"/>
    <w:rsid w:val="00831A5E"/>
    <w:rsid w:val="008326DC"/>
    <w:rsid w:val="00837F6E"/>
    <w:rsid w:val="008413AE"/>
    <w:rsid w:val="00841D9A"/>
    <w:rsid w:val="00850D4D"/>
    <w:rsid w:val="00854A6D"/>
    <w:rsid w:val="00856D0E"/>
    <w:rsid w:val="008613DE"/>
    <w:rsid w:val="008675BA"/>
    <w:rsid w:val="008705EC"/>
    <w:rsid w:val="00893C8E"/>
    <w:rsid w:val="008A3D06"/>
    <w:rsid w:val="008A63D0"/>
    <w:rsid w:val="008B4793"/>
    <w:rsid w:val="008C5CA0"/>
    <w:rsid w:val="008C7017"/>
    <w:rsid w:val="008C756F"/>
    <w:rsid w:val="008D0498"/>
    <w:rsid w:val="008D5A28"/>
    <w:rsid w:val="008E3FD6"/>
    <w:rsid w:val="008E615D"/>
    <w:rsid w:val="008E669D"/>
    <w:rsid w:val="0090655E"/>
    <w:rsid w:val="0091139E"/>
    <w:rsid w:val="00911C62"/>
    <w:rsid w:val="00915957"/>
    <w:rsid w:val="00920C2D"/>
    <w:rsid w:val="00934894"/>
    <w:rsid w:val="00943EFA"/>
    <w:rsid w:val="00944376"/>
    <w:rsid w:val="00945134"/>
    <w:rsid w:val="00952391"/>
    <w:rsid w:val="00952D8C"/>
    <w:rsid w:val="009533AA"/>
    <w:rsid w:val="00957E6E"/>
    <w:rsid w:val="00961A07"/>
    <w:rsid w:val="00966FED"/>
    <w:rsid w:val="009825AD"/>
    <w:rsid w:val="00990D6F"/>
    <w:rsid w:val="00995801"/>
    <w:rsid w:val="009A270E"/>
    <w:rsid w:val="009A5CFE"/>
    <w:rsid w:val="009B1BDE"/>
    <w:rsid w:val="009B2E1B"/>
    <w:rsid w:val="009B46A2"/>
    <w:rsid w:val="009B5E2A"/>
    <w:rsid w:val="009C4538"/>
    <w:rsid w:val="009C499A"/>
    <w:rsid w:val="009D39D9"/>
    <w:rsid w:val="009E2913"/>
    <w:rsid w:val="009E4301"/>
    <w:rsid w:val="009F470A"/>
    <w:rsid w:val="009F5BF6"/>
    <w:rsid w:val="00A04BD0"/>
    <w:rsid w:val="00A06871"/>
    <w:rsid w:val="00A06A97"/>
    <w:rsid w:val="00A22900"/>
    <w:rsid w:val="00A25362"/>
    <w:rsid w:val="00A267CE"/>
    <w:rsid w:val="00A43077"/>
    <w:rsid w:val="00A43D45"/>
    <w:rsid w:val="00A54174"/>
    <w:rsid w:val="00A5740C"/>
    <w:rsid w:val="00A61F41"/>
    <w:rsid w:val="00A6736E"/>
    <w:rsid w:val="00A704D5"/>
    <w:rsid w:val="00A70F1D"/>
    <w:rsid w:val="00A7346B"/>
    <w:rsid w:val="00A93669"/>
    <w:rsid w:val="00A97201"/>
    <w:rsid w:val="00AA1C14"/>
    <w:rsid w:val="00AA45D2"/>
    <w:rsid w:val="00AA5C0C"/>
    <w:rsid w:val="00AA7A72"/>
    <w:rsid w:val="00AB07CC"/>
    <w:rsid w:val="00AB1C78"/>
    <w:rsid w:val="00AB3283"/>
    <w:rsid w:val="00AB3BE9"/>
    <w:rsid w:val="00AB58DE"/>
    <w:rsid w:val="00AC20D0"/>
    <w:rsid w:val="00AC55E1"/>
    <w:rsid w:val="00AC63AB"/>
    <w:rsid w:val="00AD3EB7"/>
    <w:rsid w:val="00AD68E3"/>
    <w:rsid w:val="00AD71B2"/>
    <w:rsid w:val="00AE3FAE"/>
    <w:rsid w:val="00AE7BB2"/>
    <w:rsid w:val="00AF16E7"/>
    <w:rsid w:val="00AF1AAE"/>
    <w:rsid w:val="00AF4155"/>
    <w:rsid w:val="00B10013"/>
    <w:rsid w:val="00B166DC"/>
    <w:rsid w:val="00B20153"/>
    <w:rsid w:val="00B21D60"/>
    <w:rsid w:val="00B22640"/>
    <w:rsid w:val="00B23A09"/>
    <w:rsid w:val="00B3364F"/>
    <w:rsid w:val="00B3455D"/>
    <w:rsid w:val="00B34736"/>
    <w:rsid w:val="00B44612"/>
    <w:rsid w:val="00B44E32"/>
    <w:rsid w:val="00B44FEF"/>
    <w:rsid w:val="00B555E9"/>
    <w:rsid w:val="00B6317A"/>
    <w:rsid w:val="00B63A3E"/>
    <w:rsid w:val="00B75A50"/>
    <w:rsid w:val="00B76699"/>
    <w:rsid w:val="00B87521"/>
    <w:rsid w:val="00B9297F"/>
    <w:rsid w:val="00B93E46"/>
    <w:rsid w:val="00BA4C0A"/>
    <w:rsid w:val="00BA652D"/>
    <w:rsid w:val="00BA67F4"/>
    <w:rsid w:val="00BB1D6A"/>
    <w:rsid w:val="00BB3F92"/>
    <w:rsid w:val="00BC7939"/>
    <w:rsid w:val="00BE614E"/>
    <w:rsid w:val="00BF1FF4"/>
    <w:rsid w:val="00BF5C70"/>
    <w:rsid w:val="00BF66BC"/>
    <w:rsid w:val="00C001F9"/>
    <w:rsid w:val="00C00BB8"/>
    <w:rsid w:val="00C06AA3"/>
    <w:rsid w:val="00C1432D"/>
    <w:rsid w:val="00C1798D"/>
    <w:rsid w:val="00C309CD"/>
    <w:rsid w:val="00C33FB9"/>
    <w:rsid w:val="00C344FC"/>
    <w:rsid w:val="00C3595D"/>
    <w:rsid w:val="00C53192"/>
    <w:rsid w:val="00C66C50"/>
    <w:rsid w:val="00C75433"/>
    <w:rsid w:val="00C83861"/>
    <w:rsid w:val="00C8431A"/>
    <w:rsid w:val="00C864C3"/>
    <w:rsid w:val="00C9067B"/>
    <w:rsid w:val="00CA1D1C"/>
    <w:rsid w:val="00CA327B"/>
    <w:rsid w:val="00CB29E6"/>
    <w:rsid w:val="00CB55F4"/>
    <w:rsid w:val="00CB700F"/>
    <w:rsid w:val="00CC0396"/>
    <w:rsid w:val="00CC0799"/>
    <w:rsid w:val="00CC3989"/>
    <w:rsid w:val="00CD0F7B"/>
    <w:rsid w:val="00CD34C4"/>
    <w:rsid w:val="00CD3ED5"/>
    <w:rsid w:val="00CE1E23"/>
    <w:rsid w:val="00CE4F9F"/>
    <w:rsid w:val="00CE67B7"/>
    <w:rsid w:val="00CE794C"/>
    <w:rsid w:val="00CF0BB6"/>
    <w:rsid w:val="00CF450D"/>
    <w:rsid w:val="00D12FF3"/>
    <w:rsid w:val="00D24ED1"/>
    <w:rsid w:val="00D256A6"/>
    <w:rsid w:val="00D27FF4"/>
    <w:rsid w:val="00D31CBB"/>
    <w:rsid w:val="00D361C6"/>
    <w:rsid w:val="00D43D40"/>
    <w:rsid w:val="00D44E36"/>
    <w:rsid w:val="00D61B0C"/>
    <w:rsid w:val="00D67E3A"/>
    <w:rsid w:val="00D70B9C"/>
    <w:rsid w:val="00D82FEE"/>
    <w:rsid w:val="00D876A3"/>
    <w:rsid w:val="00D878B3"/>
    <w:rsid w:val="00DC4828"/>
    <w:rsid w:val="00DD1DAC"/>
    <w:rsid w:val="00DE7920"/>
    <w:rsid w:val="00DF5567"/>
    <w:rsid w:val="00E034D6"/>
    <w:rsid w:val="00E0383D"/>
    <w:rsid w:val="00E066B1"/>
    <w:rsid w:val="00E069C0"/>
    <w:rsid w:val="00E37755"/>
    <w:rsid w:val="00E420AD"/>
    <w:rsid w:val="00E42106"/>
    <w:rsid w:val="00E4664B"/>
    <w:rsid w:val="00E46A63"/>
    <w:rsid w:val="00E5269A"/>
    <w:rsid w:val="00E54B9D"/>
    <w:rsid w:val="00E564F6"/>
    <w:rsid w:val="00E634CE"/>
    <w:rsid w:val="00E63B10"/>
    <w:rsid w:val="00E73A11"/>
    <w:rsid w:val="00E855E0"/>
    <w:rsid w:val="00E90F2D"/>
    <w:rsid w:val="00E9516D"/>
    <w:rsid w:val="00EA10BB"/>
    <w:rsid w:val="00EA57EA"/>
    <w:rsid w:val="00EB4746"/>
    <w:rsid w:val="00EC33EA"/>
    <w:rsid w:val="00EC6280"/>
    <w:rsid w:val="00ED642D"/>
    <w:rsid w:val="00ED798D"/>
    <w:rsid w:val="00EE6228"/>
    <w:rsid w:val="00EE7AC4"/>
    <w:rsid w:val="00EE7F39"/>
    <w:rsid w:val="00EF51B5"/>
    <w:rsid w:val="00EF6CB0"/>
    <w:rsid w:val="00F01E79"/>
    <w:rsid w:val="00F0464E"/>
    <w:rsid w:val="00F05E98"/>
    <w:rsid w:val="00F13A5A"/>
    <w:rsid w:val="00F2397D"/>
    <w:rsid w:val="00F24793"/>
    <w:rsid w:val="00F279F1"/>
    <w:rsid w:val="00F3126A"/>
    <w:rsid w:val="00F31D9F"/>
    <w:rsid w:val="00F351D9"/>
    <w:rsid w:val="00F356E9"/>
    <w:rsid w:val="00F47967"/>
    <w:rsid w:val="00F56F9C"/>
    <w:rsid w:val="00F62295"/>
    <w:rsid w:val="00F658DB"/>
    <w:rsid w:val="00F70D7B"/>
    <w:rsid w:val="00F715AD"/>
    <w:rsid w:val="00F81D49"/>
    <w:rsid w:val="00F845F9"/>
    <w:rsid w:val="00F90DB3"/>
    <w:rsid w:val="00F91894"/>
    <w:rsid w:val="00FC2D9E"/>
    <w:rsid w:val="00FC3BF7"/>
    <w:rsid w:val="00FC7A31"/>
    <w:rsid w:val="00FD1C2E"/>
    <w:rsid w:val="00FD7DBE"/>
    <w:rsid w:val="00FE10AD"/>
    <w:rsid w:val="00FE61DB"/>
    <w:rsid w:val="00FE72A1"/>
    <w:rsid w:val="00FF2938"/>
    <w:rsid w:val="00FF6C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694D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3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21F00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F4155"/>
    <w:rPr>
      <w:color w:val="605E5C"/>
      <w:shd w:val="clear" w:color="auto" w:fill="E1DFDD"/>
    </w:rPr>
  </w:style>
  <w:style w:type="table" w:customStyle="1" w:styleId="Grigliatabella11">
    <w:name w:val="Griglia tabella11"/>
    <w:basedOn w:val="Tabellanormale"/>
    <w:next w:val="Grigliatabella"/>
    <w:uiPriority w:val="59"/>
    <w:rsid w:val="0031288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72198"/>
    <w:rPr>
      <w:sz w:val="24"/>
    </w:rPr>
  </w:style>
  <w:style w:type="character" w:styleId="Collegamentovisitato">
    <w:name w:val="FollowedHyperlink"/>
    <w:basedOn w:val="Carpredefinitoparagrafo"/>
    <w:semiHidden/>
    <w:unhideWhenUsed/>
    <w:rsid w:val="00276991"/>
    <w:rPr>
      <w:color w:val="800080" w:themeColor="followedHyperlink"/>
      <w:u w:val="single"/>
    </w:rPr>
  </w:style>
  <w:style w:type="paragraph" w:customStyle="1" w:styleId="Default">
    <w:name w:val="Default"/>
    <w:rsid w:val="009B46A2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72611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3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21F00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F4155"/>
    <w:rPr>
      <w:color w:val="605E5C"/>
      <w:shd w:val="clear" w:color="auto" w:fill="E1DFDD"/>
    </w:rPr>
  </w:style>
  <w:style w:type="table" w:customStyle="1" w:styleId="Grigliatabella11">
    <w:name w:val="Griglia tabella11"/>
    <w:basedOn w:val="Tabellanormale"/>
    <w:next w:val="Grigliatabella"/>
    <w:uiPriority w:val="59"/>
    <w:rsid w:val="0031288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72198"/>
    <w:rPr>
      <w:sz w:val="24"/>
    </w:rPr>
  </w:style>
  <w:style w:type="character" w:styleId="Collegamentovisitato">
    <w:name w:val="FollowedHyperlink"/>
    <w:basedOn w:val="Carpredefinitoparagrafo"/>
    <w:semiHidden/>
    <w:unhideWhenUsed/>
    <w:rsid w:val="00276991"/>
    <w:rPr>
      <w:color w:val="800080" w:themeColor="followedHyperlink"/>
      <w:u w:val="single"/>
    </w:rPr>
  </w:style>
  <w:style w:type="paragraph" w:customStyle="1" w:styleId="Default">
    <w:name w:val="Default"/>
    <w:rsid w:val="009B46A2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7261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7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drma@postacert.istruzione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irezione-marche@istruzione.i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0121\Desktop\risposta%20uff-VMODELLO%20USR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C425B-95DA-488D-A41C-0B5D5798A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risposta uff-VMODELLO USR</Template>
  <TotalTime>1</TotalTime>
  <Pages>2</Pages>
  <Words>189</Words>
  <Characters>1150</Characters>
  <Application>Microsoft Office Word</Application>
  <DocSecurity>0</DocSecurity>
  <Lines>20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1330</CharactersWithSpaces>
  <SharedDoc>false</SharedDoc>
  <HLinks>
    <vt:vector size="18" baseType="variant">
      <vt:variant>
        <vt:i4>4521986</vt:i4>
      </vt:variant>
      <vt:variant>
        <vt:i4>6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2818122</vt:i4>
      </vt:variant>
      <vt:variant>
        <vt:i4>3</vt:i4>
      </vt:variant>
      <vt:variant>
        <vt:i4>0</vt:i4>
      </vt:variant>
      <vt:variant>
        <vt:i4>5</vt:i4>
      </vt:variant>
      <vt:variant>
        <vt:lpwstr>mailto:direzione-marche@istruzione.it</vt:lpwstr>
      </vt:variant>
      <vt:variant>
        <vt:lpwstr/>
      </vt:variant>
      <vt:variant>
        <vt:i4>1507435</vt:i4>
      </vt:variant>
      <vt:variant>
        <vt:i4>0</vt:i4>
      </vt:variant>
      <vt:variant>
        <vt:i4>0</vt:i4>
      </vt:variant>
      <vt:variant>
        <vt:i4>5</vt:i4>
      </vt:variant>
      <vt:variant>
        <vt:lpwstr>mailto:drma@postacert.istruzione.it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Michelangela</dc:creator>
  <cp:lastModifiedBy>Filisetti Marco Ugo</cp:lastModifiedBy>
  <cp:revision>2</cp:revision>
  <cp:lastPrinted>2016-02-02T14:18:00Z</cp:lastPrinted>
  <dcterms:created xsi:type="dcterms:W3CDTF">2021-05-28T13:23:00Z</dcterms:created>
  <dcterms:modified xsi:type="dcterms:W3CDTF">2021-05-28T13:23:00Z</dcterms:modified>
</cp:coreProperties>
</file>